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10</w:t>
      </w: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privind fundamentarea costurilor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(nr proiect- DALI/SF/PT)</w:t>
      </w:r>
      <w:r w:rsidRPr="007801F5">
        <w:rPr>
          <w:rFonts w:asciiTheme="minorHAnsi" w:eastAsia="MS Mincho" w:hAnsiTheme="minorHAnsi" w:cstheme="minorHAnsi"/>
          <w:lang w:eastAsia="en-US"/>
        </w:rPr>
        <w:t>,  cu titlul ........................................................................ (</w:t>
      </w:r>
      <w:r w:rsidRPr="007801F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7801F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Pr="007801F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7801F5">
        <w:rPr>
          <w:rFonts w:asciiTheme="minorHAnsi" w:eastAsia="MS Mincho" w:hAnsiTheme="minorHAnsi" w:cstheme="minorHAnsi"/>
          <w:lang w:eastAsia="en-US"/>
        </w:rPr>
        <w:t>sunt propuse lucrări/echipamente/dotări/servicii, ale căror costuri au fost stabilite după cum urmează: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Categorie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de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lucrări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/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echipamente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/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servicii</w:t>
            </w:r>
            <w:proofErr w:type="spellEnd"/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Documente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justificative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care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stau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la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baza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stabilirii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costului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aferent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*</w:t>
            </w: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7801F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7801F5" w:rsidTr="00F14CFD"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Semnătură</w:t>
            </w:r>
            <w:proofErr w:type="spellEnd"/>
            <w:r w:rsidRPr="007801F5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proiectant</w:t>
            </w:r>
            <w:proofErr w:type="spellEnd"/>
          </w:p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7801F5">
              <w:rPr>
                <w:rFonts w:asciiTheme="minorHAnsi" w:hAnsiTheme="minorHAnsi" w:cstheme="minorHAnsi"/>
                <w:lang w:eastAsia="en-US"/>
              </w:rPr>
              <w:t xml:space="preserve">                                                 Data:</w:t>
            </w:r>
          </w:p>
        </w:tc>
      </w:tr>
      <w:tr w:rsidR="00924776" w:rsidRPr="00924776" w:rsidTr="00F14CFD">
        <w:trPr>
          <w:trHeight w:val="245"/>
        </w:trPr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</w:tr>
    </w:tbl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E31672" w:rsidRPr="009F020D" w:rsidRDefault="00924776" w:rsidP="00924776">
      <w:pPr>
        <w:jc w:val="both"/>
        <w:rPr>
          <w:rFonts w:asciiTheme="minorHAnsi" w:hAnsiTheme="minorHAnsi" w:cstheme="minorHAnsi"/>
        </w:rPr>
      </w:pPr>
      <w:r w:rsidRPr="00924776">
        <w:rPr>
          <w:rFonts w:eastAsia="MS Mincho"/>
          <w:lang w:eastAsia="en-US"/>
        </w:rPr>
        <w:t>*</w:t>
      </w:r>
      <w:r w:rsidRPr="009F020D">
        <w:rPr>
          <w:rFonts w:asciiTheme="minorHAnsi" w:eastAsia="MS Mincho" w:hAnsiTheme="minorHAnsi" w:cstheme="minorHAnsi"/>
          <w:lang w:eastAsia="en-US"/>
        </w:rPr>
        <w:t>se vor înscrie și atașa oferte de preț echipamente, liste de cantități și prețuri unitare provenite din surse verificabile și obiective, care au stat la baza stabilirii prețurilor</w:t>
      </w:r>
      <w:r w:rsidR="00E31672" w:rsidRPr="009F020D">
        <w:rPr>
          <w:rFonts w:asciiTheme="minorHAnsi" w:hAnsiTheme="minorHAnsi" w:cstheme="minorHAnsi"/>
        </w:rPr>
        <w:t xml:space="preserve"> </w:t>
      </w:r>
    </w:p>
    <w:sectPr w:rsidR="00E31672" w:rsidRPr="009F020D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6EE" w:rsidRDefault="005A16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924776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924776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6EE" w:rsidRDefault="005A16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924776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924776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23BEA"/>
    <w:rsid w:val="005A16EE"/>
    <w:rsid w:val="005A6B00"/>
    <w:rsid w:val="005C21C9"/>
    <w:rsid w:val="005C7AFF"/>
    <w:rsid w:val="00643AC4"/>
    <w:rsid w:val="006B79B9"/>
    <w:rsid w:val="006F14B9"/>
    <w:rsid w:val="007209E0"/>
    <w:rsid w:val="00754551"/>
    <w:rsid w:val="007801F5"/>
    <w:rsid w:val="007A69A6"/>
    <w:rsid w:val="007C403D"/>
    <w:rsid w:val="00851382"/>
    <w:rsid w:val="0088290B"/>
    <w:rsid w:val="008C26CE"/>
    <w:rsid w:val="008E7688"/>
    <w:rsid w:val="00924776"/>
    <w:rsid w:val="00936CF8"/>
    <w:rsid w:val="0095716B"/>
    <w:rsid w:val="009F020D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506C5"/>
    <w:rsid w:val="00E753B1"/>
    <w:rsid w:val="00EA22C7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leGrid">
    <w:name w:val="Table Grid"/>
    <w:basedOn w:val="Table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DB872-A249-4350-B5C7-CEB3CFD8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</Pages>
  <Words>102</Words>
  <Characters>889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990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7</cp:revision>
  <cp:lastPrinted>2022-03-29T08:07:00Z</cp:lastPrinted>
  <dcterms:created xsi:type="dcterms:W3CDTF">2023-05-29T10:11:00Z</dcterms:created>
  <dcterms:modified xsi:type="dcterms:W3CDTF">2024-01-30T20:06:00Z</dcterms:modified>
</cp:coreProperties>
</file>